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3527A" w:rsidR="003B3BC8" w:rsidP="0093527A" w:rsidRDefault="003B3BC8" w14:paraId="229C3851" w14:textId="2C599A8E">
      <w:pPr>
        <w:pStyle w:val="BodyText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  <w:rPr>
          <w:rFonts w:ascii="Segoe UI" w:hAnsi="Segoe UI" w:cs="Segoe UI"/>
          <w:sz w:val="22"/>
          <w:szCs w:val="22"/>
        </w:rPr>
      </w:pPr>
      <w:r w:rsidRPr="0093527A">
        <w:rPr>
          <w:rFonts w:ascii="Segoe UI" w:hAnsi="Segoe UI" w:cs="Segoe UI"/>
          <w:sz w:val="22"/>
          <w:szCs w:val="22"/>
        </w:rPr>
        <w:t>[Insert organisation name/logo]</w:t>
      </w:r>
    </w:p>
    <w:p w:rsidRPr="0093527A" w:rsidR="003B3BC8" w:rsidP="0093527A" w:rsidRDefault="002C4ECA" w14:paraId="229C3853" w14:textId="14D90A68">
      <w:pPr>
        <w:pStyle w:val="Heading1"/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93527A">
        <w:rPr>
          <w:rFonts w:ascii="Segoe UI" w:hAnsi="Segoe UI" w:cs="Segoe UI"/>
          <w:sz w:val="22"/>
          <w:szCs w:val="22"/>
        </w:rPr>
        <w:t>C</w:t>
      </w:r>
      <w:r w:rsidRPr="0093527A" w:rsidR="00C12769">
        <w:rPr>
          <w:rFonts w:ascii="Segoe UI" w:hAnsi="Segoe UI" w:cs="Segoe UI"/>
          <w:sz w:val="22"/>
          <w:szCs w:val="22"/>
        </w:rPr>
        <w:t>ASE MANAGEMENT</w:t>
      </w:r>
      <w:r w:rsidRPr="0093527A" w:rsidR="003212D3">
        <w:rPr>
          <w:rFonts w:ascii="Segoe UI" w:hAnsi="Segoe UI" w:cs="Segoe UI"/>
          <w:sz w:val="22"/>
          <w:szCs w:val="22"/>
        </w:rPr>
        <w:t xml:space="preserve"> PLAN</w:t>
      </w:r>
      <w:r w:rsidRPr="0093527A" w:rsidR="00C12769">
        <w:rPr>
          <w:rFonts w:ascii="Segoe UI" w:hAnsi="Segoe UI" w:cs="Segoe UI"/>
          <w:sz w:val="22"/>
          <w:szCs w:val="22"/>
        </w:rPr>
        <w:t xml:space="preserve"> </w:t>
      </w:r>
    </w:p>
    <w:p w:rsidRPr="0093527A" w:rsidR="003B3BC8" w:rsidP="0093527A" w:rsidRDefault="003B3BC8" w14:paraId="229C3854" w14:textId="77777777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2693"/>
        <w:gridCol w:w="1701"/>
        <w:gridCol w:w="1984"/>
        <w:gridCol w:w="1701"/>
        <w:gridCol w:w="1560"/>
        <w:gridCol w:w="2693"/>
      </w:tblGrid>
      <w:tr w:rsidRPr="0093527A" w:rsidR="00B05A85" w:rsidTr="0050057A" w14:paraId="229C3859" w14:textId="77777777">
        <w:tc>
          <w:tcPr>
            <w:tcW w:w="2127" w:type="dxa"/>
            <w:tcBorders>
              <w:right w:val="single" w:color="auto" w:sz="2" w:space="0"/>
            </w:tcBorders>
            <w:shd w:val="clear" w:color="auto" w:fill="D9D9D9" w:themeFill="background1" w:themeFillShade="D9"/>
          </w:tcPr>
          <w:p w:rsidRPr="0093527A" w:rsidR="00B05A85" w:rsidP="0093527A" w:rsidRDefault="00B05A85" w14:paraId="229C3855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Name</w:t>
            </w:r>
          </w:p>
        </w:tc>
        <w:tc>
          <w:tcPr>
            <w:tcW w:w="8079" w:type="dxa"/>
            <w:gridSpan w:val="4"/>
            <w:tcBorders>
              <w:left w:val="single" w:color="auto" w:sz="2" w:space="0"/>
            </w:tcBorders>
          </w:tcPr>
          <w:p w:rsidRPr="0093527A" w:rsidR="00B05A85" w:rsidP="0093527A" w:rsidRDefault="00B05A85" w14:paraId="229C3856" w14:textId="77777777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color="auto" w:sz="2" w:space="0"/>
            </w:tcBorders>
            <w:shd w:val="clear" w:color="auto" w:fill="D9D9D9" w:themeFill="background1" w:themeFillShade="D9"/>
          </w:tcPr>
          <w:p w:rsidRPr="0093527A" w:rsidR="00B05A85" w:rsidP="0093527A" w:rsidRDefault="00B05A85" w14:paraId="229C3857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Reference #</w:t>
            </w:r>
          </w:p>
        </w:tc>
        <w:tc>
          <w:tcPr>
            <w:tcW w:w="2693" w:type="dxa"/>
            <w:tcBorders>
              <w:left w:val="single" w:color="auto" w:sz="2" w:space="0"/>
            </w:tcBorders>
          </w:tcPr>
          <w:p w:rsidRPr="0093527A" w:rsidR="00B05A85" w:rsidP="0093527A" w:rsidRDefault="00B05A85" w14:paraId="229C3858" w14:textId="77777777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93527A" w:rsidR="00B05A85" w:rsidTr="0050057A" w14:paraId="229C385E" w14:textId="77777777">
        <w:tc>
          <w:tcPr>
            <w:tcW w:w="2127" w:type="dxa"/>
            <w:tcBorders>
              <w:right w:val="single" w:color="auto" w:sz="2" w:space="0"/>
            </w:tcBorders>
            <w:shd w:val="clear" w:color="auto" w:fill="D9D9D9" w:themeFill="background1" w:themeFillShade="D9"/>
          </w:tcPr>
          <w:p w:rsidRPr="0093527A" w:rsidR="00B05A85" w:rsidP="0093527A" w:rsidRDefault="00B05A85" w14:paraId="229C385A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Address</w:t>
            </w:r>
          </w:p>
        </w:tc>
        <w:tc>
          <w:tcPr>
            <w:tcW w:w="8079" w:type="dxa"/>
            <w:gridSpan w:val="4"/>
            <w:tcBorders>
              <w:left w:val="single" w:color="auto" w:sz="2" w:space="0"/>
            </w:tcBorders>
          </w:tcPr>
          <w:p w:rsidRPr="0093527A" w:rsidR="00B05A85" w:rsidP="0093527A" w:rsidRDefault="00B05A85" w14:paraId="229C385B" w14:textId="77777777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color="auto" w:sz="2" w:space="0"/>
            </w:tcBorders>
            <w:shd w:val="clear" w:color="auto" w:fill="D9D9D9" w:themeFill="background1" w:themeFillShade="D9"/>
          </w:tcPr>
          <w:p w:rsidRPr="0093527A" w:rsidR="00B05A85" w:rsidP="0093527A" w:rsidRDefault="00B05A85" w14:paraId="229C385C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Date of birth</w:t>
            </w:r>
          </w:p>
        </w:tc>
        <w:tc>
          <w:tcPr>
            <w:tcW w:w="2693" w:type="dxa"/>
            <w:tcBorders>
              <w:left w:val="single" w:color="auto" w:sz="2" w:space="0"/>
            </w:tcBorders>
          </w:tcPr>
          <w:p w:rsidRPr="0093527A" w:rsidR="00B05A85" w:rsidP="0093527A" w:rsidRDefault="00B05A85" w14:paraId="229C385D" w14:textId="77777777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93527A" w:rsidR="0065076D" w:rsidTr="0050057A" w14:paraId="229C3863" w14:textId="77777777">
        <w:tc>
          <w:tcPr>
            <w:tcW w:w="2127" w:type="dxa"/>
            <w:tcBorders>
              <w:right w:val="single" w:color="auto" w:sz="2" w:space="0"/>
            </w:tcBorders>
            <w:shd w:val="clear" w:color="auto" w:fill="D9D9D9" w:themeFill="background1" w:themeFillShade="D9"/>
          </w:tcPr>
          <w:p w:rsidRPr="0093527A" w:rsidR="00B05A85" w:rsidP="0093527A" w:rsidRDefault="00B05A85" w14:paraId="229C385F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Ph</w:t>
            </w:r>
            <w:r w:rsidRPr="0093527A" w:rsidR="0045115E">
              <w:rPr>
                <w:rFonts w:ascii="Segoe UI" w:hAnsi="Segoe UI" w:cs="Segoe UI"/>
                <w:b/>
                <w:sz w:val="22"/>
                <w:szCs w:val="22"/>
              </w:rPr>
              <w:t>one</w:t>
            </w:r>
          </w:p>
        </w:tc>
        <w:tc>
          <w:tcPr>
            <w:tcW w:w="6378" w:type="dxa"/>
            <w:gridSpan w:val="3"/>
            <w:tcBorders>
              <w:left w:val="single" w:color="auto" w:sz="2" w:space="0"/>
            </w:tcBorders>
          </w:tcPr>
          <w:p w:rsidRPr="0093527A" w:rsidR="00B05A85" w:rsidP="0093527A" w:rsidRDefault="00B05A85" w14:paraId="229C3860" w14:textId="77777777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color="auto" w:sz="2" w:space="0"/>
            </w:tcBorders>
            <w:shd w:val="clear" w:color="auto" w:fill="D9D9D9" w:themeFill="background1" w:themeFillShade="D9"/>
          </w:tcPr>
          <w:p w:rsidRPr="0093527A" w:rsidR="00B05A85" w:rsidP="0093527A" w:rsidRDefault="00B05A85" w14:paraId="229C3861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Mob:</w:t>
            </w:r>
          </w:p>
        </w:tc>
        <w:tc>
          <w:tcPr>
            <w:tcW w:w="4253" w:type="dxa"/>
            <w:gridSpan w:val="2"/>
            <w:tcBorders>
              <w:left w:val="single" w:color="auto" w:sz="2" w:space="0"/>
            </w:tcBorders>
          </w:tcPr>
          <w:p w:rsidRPr="0093527A" w:rsidR="00B05A85" w:rsidP="0093527A" w:rsidRDefault="00B05A85" w14:paraId="229C3862" w14:textId="77777777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93527A" w:rsidR="0065076D" w:rsidTr="0050057A" w14:paraId="229C386A" w14:textId="77777777">
        <w:trPr>
          <w:trHeight w:val="244"/>
        </w:trPr>
        <w:tc>
          <w:tcPr>
            <w:tcW w:w="2127" w:type="dxa"/>
            <w:tcBorders>
              <w:right w:val="single" w:color="auto" w:sz="2" w:space="0"/>
            </w:tcBorders>
            <w:shd w:val="clear" w:color="auto" w:fill="D9D9D9" w:themeFill="background1" w:themeFillShade="D9"/>
          </w:tcPr>
          <w:p w:rsidRPr="0093527A" w:rsidR="0065076D" w:rsidP="0093527A" w:rsidRDefault="0065076D" w14:paraId="229C3864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Date of file development</w:t>
            </w:r>
          </w:p>
        </w:tc>
        <w:tc>
          <w:tcPr>
            <w:tcW w:w="2693" w:type="dxa"/>
            <w:tcBorders>
              <w:left w:val="single" w:color="auto" w:sz="2" w:space="0"/>
            </w:tcBorders>
          </w:tcPr>
          <w:p w:rsidRPr="0093527A" w:rsidR="0065076D" w:rsidP="0093527A" w:rsidRDefault="0065076D" w14:paraId="229C3865" w14:textId="77777777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color="auto" w:sz="2" w:space="0"/>
            </w:tcBorders>
            <w:shd w:val="clear" w:color="auto" w:fill="D9D9D9" w:themeFill="background1" w:themeFillShade="D9"/>
          </w:tcPr>
          <w:p w:rsidRPr="0093527A" w:rsidR="0065076D" w:rsidP="0093527A" w:rsidRDefault="0065076D" w14:paraId="229C3866" w14:textId="77777777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Date of update</w:t>
            </w:r>
          </w:p>
        </w:tc>
        <w:tc>
          <w:tcPr>
            <w:tcW w:w="1984" w:type="dxa"/>
            <w:tcBorders>
              <w:left w:val="single" w:color="auto" w:sz="2" w:space="0"/>
            </w:tcBorders>
          </w:tcPr>
          <w:p w:rsidRPr="0093527A" w:rsidR="0065076D" w:rsidP="0093527A" w:rsidRDefault="0065076D" w14:paraId="229C3867" w14:textId="77777777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color="auto" w:sz="2" w:space="0"/>
              <w:bottom w:val="nil"/>
            </w:tcBorders>
            <w:shd w:val="clear" w:color="auto" w:fill="D9D9D9" w:themeFill="background1" w:themeFillShade="D9"/>
          </w:tcPr>
          <w:p w:rsidRPr="0093527A" w:rsidR="0065076D" w:rsidP="0093527A" w:rsidRDefault="0065076D" w14:paraId="229C3868" w14:textId="77777777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Version No.</w:t>
            </w:r>
          </w:p>
        </w:tc>
        <w:tc>
          <w:tcPr>
            <w:tcW w:w="4253" w:type="dxa"/>
            <w:gridSpan w:val="2"/>
            <w:tcBorders>
              <w:left w:val="single" w:color="auto" w:sz="2" w:space="0"/>
              <w:bottom w:val="nil"/>
            </w:tcBorders>
            <w:shd w:val="clear" w:color="auto" w:fill="FFFFFF" w:themeFill="background1"/>
          </w:tcPr>
          <w:p w:rsidRPr="0093527A" w:rsidR="0065076D" w:rsidP="0093527A" w:rsidRDefault="0065076D" w14:paraId="229C3869" w14:textId="77777777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93527A" w:rsidR="0065076D" w:rsidTr="0050057A" w14:paraId="229C386F" w14:textId="77777777">
        <w:tc>
          <w:tcPr>
            <w:tcW w:w="2127" w:type="dxa"/>
            <w:tcBorders>
              <w:right w:val="single" w:color="auto" w:sz="2" w:space="0"/>
            </w:tcBorders>
            <w:shd w:val="clear" w:color="auto" w:fill="D9D9D9" w:themeFill="background1" w:themeFillShade="D9"/>
          </w:tcPr>
          <w:p w:rsidRPr="0093527A" w:rsidR="00F91BFD" w:rsidP="0093527A" w:rsidRDefault="00E33E97" w14:paraId="229C386B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Case manager name</w:t>
            </w:r>
          </w:p>
        </w:tc>
        <w:tc>
          <w:tcPr>
            <w:tcW w:w="6378" w:type="dxa"/>
            <w:gridSpan w:val="3"/>
            <w:tcBorders>
              <w:left w:val="single" w:color="auto" w:sz="2" w:space="0"/>
            </w:tcBorders>
          </w:tcPr>
          <w:p w:rsidRPr="0093527A" w:rsidR="00F91BFD" w:rsidP="0093527A" w:rsidRDefault="00F91BFD" w14:paraId="229C386C" w14:textId="77777777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color="auto" w:sz="2" w:space="0"/>
            </w:tcBorders>
            <w:shd w:val="clear" w:color="auto" w:fill="D9D9D9" w:themeFill="background1" w:themeFillShade="D9"/>
          </w:tcPr>
          <w:p w:rsidRPr="0093527A" w:rsidR="00F91BFD" w:rsidP="0093527A" w:rsidRDefault="00E33E97" w14:paraId="229C386D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Staff member p</w:t>
            </w:r>
            <w:r w:rsidRPr="0093527A" w:rsidR="0045115E">
              <w:rPr>
                <w:rFonts w:ascii="Segoe UI" w:hAnsi="Segoe UI" w:cs="Segoe UI"/>
                <w:b/>
                <w:sz w:val="22"/>
                <w:szCs w:val="22"/>
              </w:rPr>
              <w:t>hone</w:t>
            </w:r>
          </w:p>
        </w:tc>
        <w:tc>
          <w:tcPr>
            <w:tcW w:w="4253" w:type="dxa"/>
            <w:gridSpan w:val="2"/>
            <w:tcBorders>
              <w:left w:val="single" w:color="auto" w:sz="2" w:space="0"/>
            </w:tcBorders>
          </w:tcPr>
          <w:p w:rsidRPr="0093527A" w:rsidR="00F91BFD" w:rsidP="0093527A" w:rsidRDefault="00F91BFD" w14:paraId="229C386E" w14:textId="77777777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Pr="0093527A" w:rsidR="00BA4F75" w:rsidP="0093527A" w:rsidRDefault="00BA4F75" w14:paraId="229C3870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93527A" w:rsidR="00022D26" w:rsidP="0093527A" w:rsidRDefault="00022D26" w14:paraId="229C3871" w14:textId="77777777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3685"/>
        <w:gridCol w:w="3402"/>
        <w:gridCol w:w="4678"/>
      </w:tblGrid>
      <w:tr w:rsidRPr="0093527A" w:rsidR="00C12769" w:rsidTr="00B22B2D" w14:paraId="229C3873" w14:textId="77777777">
        <w:trPr>
          <w:trHeight w:val="439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Pr="0093527A" w:rsidR="00C12769" w:rsidP="0093527A" w:rsidRDefault="00C12769" w14:paraId="229C3872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Support network</w:t>
            </w:r>
          </w:p>
        </w:tc>
      </w:tr>
      <w:tr w:rsidRPr="0093527A" w:rsidR="00C12769" w:rsidTr="00B22B2D" w14:paraId="229C3878" w14:textId="77777777">
        <w:tc>
          <w:tcPr>
            <w:tcW w:w="2694" w:type="dxa"/>
            <w:shd w:val="clear" w:color="auto" w:fill="D9D9D9" w:themeFill="background1" w:themeFillShade="D9"/>
          </w:tcPr>
          <w:p w:rsidRPr="0093527A" w:rsidR="00C12769" w:rsidP="0050057A" w:rsidRDefault="00C12769" w14:paraId="229C3874" w14:textId="77777777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Name and contact details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Pr="0093527A" w:rsidR="00C12769" w:rsidP="0050057A" w:rsidRDefault="00C12769" w14:paraId="229C3875" w14:textId="77777777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Organisation/role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Pr="0093527A" w:rsidR="00C12769" w:rsidP="0050057A" w:rsidRDefault="00C12769" w14:paraId="229C3876" w14:textId="77777777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Task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Pr="0093527A" w:rsidR="00C12769" w:rsidP="0050057A" w:rsidRDefault="00C12769" w14:paraId="229C3877" w14:textId="77777777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</w:tr>
      <w:tr w:rsidRPr="0093527A" w:rsidR="00C12769" w:rsidTr="00B22B2D" w14:paraId="229C387D" w14:textId="77777777">
        <w:tc>
          <w:tcPr>
            <w:tcW w:w="2694" w:type="dxa"/>
          </w:tcPr>
          <w:p w:rsidRPr="0093527A" w:rsidR="00C12769" w:rsidP="0093527A" w:rsidRDefault="00C12769" w14:paraId="229C3879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685" w:type="dxa"/>
          </w:tcPr>
          <w:p w:rsidRPr="0093527A" w:rsidR="00C12769" w:rsidP="0093527A" w:rsidRDefault="00C12769" w14:paraId="229C387A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402" w:type="dxa"/>
          </w:tcPr>
          <w:p w:rsidRPr="0093527A" w:rsidR="00C12769" w:rsidP="0093527A" w:rsidRDefault="00C12769" w14:paraId="229C387B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678" w:type="dxa"/>
          </w:tcPr>
          <w:p w:rsidRPr="0093527A" w:rsidR="00C12769" w:rsidP="0093527A" w:rsidRDefault="00C12769" w14:paraId="229C387C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93527A" w:rsidR="00C12769" w:rsidTr="00B22B2D" w14:paraId="229C3882" w14:textId="77777777">
        <w:tc>
          <w:tcPr>
            <w:tcW w:w="2694" w:type="dxa"/>
          </w:tcPr>
          <w:p w:rsidRPr="0093527A" w:rsidR="00C12769" w:rsidP="0093527A" w:rsidRDefault="00C12769" w14:paraId="229C387E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685" w:type="dxa"/>
          </w:tcPr>
          <w:p w:rsidRPr="0093527A" w:rsidR="00C12769" w:rsidP="0093527A" w:rsidRDefault="00C12769" w14:paraId="229C387F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402" w:type="dxa"/>
          </w:tcPr>
          <w:p w:rsidRPr="0093527A" w:rsidR="00C12769" w:rsidP="0093527A" w:rsidRDefault="00C12769" w14:paraId="229C3880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678" w:type="dxa"/>
          </w:tcPr>
          <w:p w:rsidRPr="0093527A" w:rsidR="00C12769" w:rsidP="0093527A" w:rsidRDefault="00C12769" w14:paraId="229C3881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93527A" w:rsidR="00C12769" w:rsidTr="00B22B2D" w14:paraId="229C3887" w14:textId="77777777">
        <w:tc>
          <w:tcPr>
            <w:tcW w:w="2694" w:type="dxa"/>
          </w:tcPr>
          <w:p w:rsidRPr="0093527A" w:rsidR="00C12769" w:rsidP="0093527A" w:rsidRDefault="00C12769" w14:paraId="229C3883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685" w:type="dxa"/>
          </w:tcPr>
          <w:p w:rsidRPr="0093527A" w:rsidR="00C12769" w:rsidP="0093527A" w:rsidRDefault="00C12769" w14:paraId="229C3884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402" w:type="dxa"/>
          </w:tcPr>
          <w:p w:rsidRPr="0093527A" w:rsidR="00C12769" w:rsidP="0093527A" w:rsidRDefault="00C12769" w14:paraId="229C3885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678" w:type="dxa"/>
          </w:tcPr>
          <w:p w:rsidRPr="0093527A" w:rsidR="00C12769" w:rsidP="0093527A" w:rsidRDefault="00C12769" w14:paraId="229C3886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Pr="0093527A" w:rsidR="00F91BFD" w:rsidP="0093527A" w:rsidRDefault="00F91BFD" w14:paraId="229C3888" w14:textId="77777777">
      <w:pPr>
        <w:jc w:val="left"/>
        <w:rPr>
          <w:rFonts w:ascii="Segoe UI" w:hAnsi="Segoe UI" w:cs="Segoe UI"/>
          <w:sz w:val="22"/>
          <w:szCs w:val="22"/>
        </w:rPr>
      </w:pPr>
    </w:p>
    <w:p w:rsidR="00022D26" w:rsidP="0093527A" w:rsidRDefault="00022D26" w14:paraId="229C3889" w14:textId="77777777">
      <w:pPr>
        <w:jc w:val="left"/>
        <w:rPr>
          <w:rFonts w:ascii="Segoe UI" w:hAnsi="Segoe UI" w:cs="Segoe UI"/>
          <w:sz w:val="22"/>
          <w:szCs w:val="22"/>
        </w:rPr>
      </w:pPr>
    </w:p>
    <w:p w:rsidR="0050057A" w:rsidP="0093527A" w:rsidRDefault="0050057A" w14:paraId="4364FD74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93527A" w:rsidR="0050057A" w:rsidP="0093527A" w:rsidRDefault="0050057A" w14:paraId="7A3241E7" w14:textId="77777777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35"/>
        <w:gridCol w:w="3352"/>
        <w:gridCol w:w="3544"/>
        <w:gridCol w:w="5528"/>
      </w:tblGrid>
      <w:tr w:rsidRPr="0093527A" w:rsidR="00C12769" w:rsidTr="00B22B2D" w14:paraId="229C388B" w14:textId="77777777">
        <w:trPr>
          <w:trHeight w:val="439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Pr="0093527A" w:rsidR="00C12769" w:rsidP="0093527A" w:rsidRDefault="00C12769" w14:paraId="229C388A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Accommodation</w:t>
            </w:r>
          </w:p>
        </w:tc>
      </w:tr>
      <w:tr w:rsidRPr="0093527A" w:rsidR="00C12769" w:rsidTr="00B22B2D" w14:paraId="229C3890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C12769" w:rsidP="0093527A" w:rsidRDefault="00C12769" w14:paraId="229C388C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352" w:type="dxa"/>
            <w:shd w:val="clear" w:color="auto" w:fill="D9D9D9" w:themeFill="background1" w:themeFillShade="D9"/>
          </w:tcPr>
          <w:p w:rsidRPr="0093527A" w:rsidR="00C12769" w:rsidP="0093527A" w:rsidRDefault="00C12769" w14:paraId="229C388D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Organisation/role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Pr="0093527A" w:rsidR="00C12769" w:rsidP="0093527A" w:rsidRDefault="00C12769" w14:paraId="229C388E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Contact details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Pr="0093527A" w:rsidR="00C12769" w:rsidP="0093527A" w:rsidRDefault="00C12769" w14:paraId="229C388F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</w:tr>
      <w:tr w:rsidRPr="0093527A" w:rsidR="00C12769" w:rsidTr="00B22B2D" w14:paraId="229C3895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C12769" w:rsidP="0093527A" w:rsidRDefault="00C12769" w14:paraId="229C3891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Short term</w:t>
            </w:r>
          </w:p>
        </w:tc>
        <w:tc>
          <w:tcPr>
            <w:tcW w:w="3352" w:type="dxa"/>
          </w:tcPr>
          <w:p w:rsidRPr="0093527A" w:rsidR="00C12769" w:rsidP="0093527A" w:rsidRDefault="00C12769" w14:paraId="229C3892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544" w:type="dxa"/>
          </w:tcPr>
          <w:p w:rsidRPr="0093527A" w:rsidR="00C12769" w:rsidP="0093527A" w:rsidRDefault="00C12769" w14:paraId="229C3893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528" w:type="dxa"/>
          </w:tcPr>
          <w:p w:rsidRPr="0093527A" w:rsidR="00C12769" w:rsidP="0093527A" w:rsidRDefault="00C12769" w14:paraId="229C3894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93527A" w:rsidR="00C12769" w:rsidTr="00B22B2D" w14:paraId="229C389A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C12769" w:rsidP="0093527A" w:rsidRDefault="00C12769" w14:paraId="229C3896" w14:textId="77777777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Medium term</w:t>
            </w:r>
          </w:p>
        </w:tc>
        <w:tc>
          <w:tcPr>
            <w:tcW w:w="3352" w:type="dxa"/>
          </w:tcPr>
          <w:p w:rsidRPr="0093527A" w:rsidR="00C12769" w:rsidP="0093527A" w:rsidRDefault="00C12769" w14:paraId="229C3897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544" w:type="dxa"/>
          </w:tcPr>
          <w:p w:rsidRPr="0093527A" w:rsidR="00C12769" w:rsidP="0093527A" w:rsidRDefault="00C12769" w14:paraId="229C3898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528" w:type="dxa"/>
          </w:tcPr>
          <w:p w:rsidRPr="0093527A" w:rsidR="00C12769" w:rsidP="0093527A" w:rsidRDefault="00C12769" w14:paraId="229C3899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93527A" w:rsidR="00C12769" w:rsidTr="00B22B2D" w14:paraId="229C389F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C12769" w:rsidP="0093527A" w:rsidRDefault="00C12769" w14:paraId="229C389B" w14:textId="77777777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Long term</w:t>
            </w:r>
          </w:p>
        </w:tc>
        <w:tc>
          <w:tcPr>
            <w:tcW w:w="3352" w:type="dxa"/>
          </w:tcPr>
          <w:p w:rsidRPr="0093527A" w:rsidR="00C12769" w:rsidP="0093527A" w:rsidRDefault="00C12769" w14:paraId="229C389C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544" w:type="dxa"/>
          </w:tcPr>
          <w:p w:rsidRPr="0093527A" w:rsidR="00C12769" w:rsidP="0093527A" w:rsidRDefault="00C12769" w14:paraId="229C389D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528" w:type="dxa"/>
          </w:tcPr>
          <w:p w:rsidRPr="0093527A" w:rsidR="00C12769" w:rsidP="0093527A" w:rsidRDefault="00C12769" w14:paraId="229C389E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Pr="0093527A" w:rsidR="00F91BFD" w:rsidP="0093527A" w:rsidRDefault="00F91BFD" w14:paraId="229C38A0" w14:textId="77777777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35"/>
        <w:gridCol w:w="3352"/>
        <w:gridCol w:w="3544"/>
        <w:gridCol w:w="5528"/>
      </w:tblGrid>
      <w:tr w:rsidRPr="0093527A" w:rsidR="00E33E97" w:rsidTr="00B22B2D" w14:paraId="229C38A2" w14:textId="77777777">
        <w:trPr>
          <w:trHeight w:val="439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Pr="0093527A" w:rsidR="00E33E97" w:rsidP="0093527A" w:rsidRDefault="00E33E97" w14:paraId="229C38A1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Health</w:t>
            </w:r>
          </w:p>
        </w:tc>
      </w:tr>
      <w:tr w:rsidRPr="0093527A" w:rsidR="00E33E97" w:rsidTr="00B22B2D" w14:paraId="229C38A7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E33E97" w:rsidP="0093527A" w:rsidRDefault="00E33E97" w14:paraId="229C38A3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352" w:type="dxa"/>
            <w:shd w:val="clear" w:color="auto" w:fill="D9D9D9" w:themeFill="background1" w:themeFillShade="D9"/>
          </w:tcPr>
          <w:p w:rsidRPr="0093527A" w:rsidR="00E33E97" w:rsidP="0093527A" w:rsidRDefault="00E33E97" w14:paraId="229C38A4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Organisation/role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Pr="0093527A" w:rsidR="00E33E97" w:rsidP="0093527A" w:rsidRDefault="00E33E97" w14:paraId="229C38A5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Contact details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Pr="0093527A" w:rsidR="00E33E97" w:rsidP="0093527A" w:rsidRDefault="00E33E97" w14:paraId="229C38A6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</w:tr>
      <w:tr w:rsidRPr="0093527A" w:rsidR="00E33E97" w:rsidTr="00B22B2D" w14:paraId="229C38AC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E33E97" w:rsidP="0093527A" w:rsidRDefault="00E33E97" w14:paraId="229C38A8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Short term</w:t>
            </w:r>
          </w:p>
        </w:tc>
        <w:tc>
          <w:tcPr>
            <w:tcW w:w="3352" w:type="dxa"/>
          </w:tcPr>
          <w:p w:rsidRPr="0093527A" w:rsidR="00E33E97" w:rsidP="0093527A" w:rsidRDefault="00E33E97" w14:paraId="229C38A9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544" w:type="dxa"/>
          </w:tcPr>
          <w:p w:rsidRPr="0093527A" w:rsidR="00E33E97" w:rsidP="0093527A" w:rsidRDefault="00E33E97" w14:paraId="229C38AA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528" w:type="dxa"/>
          </w:tcPr>
          <w:p w:rsidRPr="0093527A" w:rsidR="00E33E97" w:rsidP="0093527A" w:rsidRDefault="00E33E97" w14:paraId="229C38AB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93527A" w:rsidR="00E33E97" w:rsidTr="00B22B2D" w14:paraId="229C38B1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E33E97" w:rsidP="0093527A" w:rsidRDefault="00E33E97" w14:paraId="229C38AD" w14:textId="77777777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Medium term</w:t>
            </w:r>
          </w:p>
        </w:tc>
        <w:tc>
          <w:tcPr>
            <w:tcW w:w="3352" w:type="dxa"/>
          </w:tcPr>
          <w:p w:rsidRPr="0093527A" w:rsidR="00E33E97" w:rsidP="0093527A" w:rsidRDefault="00E33E97" w14:paraId="229C38AE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544" w:type="dxa"/>
          </w:tcPr>
          <w:p w:rsidRPr="0093527A" w:rsidR="00E33E97" w:rsidP="0093527A" w:rsidRDefault="00E33E97" w14:paraId="229C38AF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528" w:type="dxa"/>
          </w:tcPr>
          <w:p w:rsidRPr="0093527A" w:rsidR="00E33E97" w:rsidP="0093527A" w:rsidRDefault="00E33E97" w14:paraId="229C38B0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93527A" w:rsidR="00E33E97" w:rsidTr="00B22B2D" w14:paraId="229C38B6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E33E97" w:rsidP="0093527A" w:rsidRDefault="00E33E97" w14:paraId="229C38B2" w14:textId="77777777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Long term</w:t>
            </w:r>
          </w:p>
        </w:tc>
        <w:tc>
          <w:tcPr>
            <w:tcW w:w="3352" w:type="dxa"/>
          </w:tcPr>
          <w:p w:rsidRPr="0093527A" w:rsidR="00E33E97" w:rsidP="0093527A" w:rsidRDefault="00E33E97" w14:paraId="229C38B3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544" w:type="dxa"/>
          </w:tcPr>
          <w:p w:rsidRPr="0093527A" w:rsidR="00E33E97" w:rsidP="0093527A" w:rsidRDefault="00E33E97" w14:paraId="229C38B4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528" w:type="dxa"/>
          </w:tcPr>
          <w:p w:rsidRPr="0093527A" w:rsidR="00E33E97" w:rsidP="0093527A" w:rsidRDefault="00E33E97" w14:paraId="229C38B5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Pr="0093527A" w:rsidR="009D19D9" w:rsidP="0093527A" w:rsidRDefault="009D19D9" w14:paraId="229C38B7" w14:textId="77777777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35"/>
        <w:gridCol w:w="3352"/>
        <w:gridCol w:w="3544"/>
        <w:gridCol w:w="5528"/>
      </w:tblGrid>
      <w:tr w:rsidRPr="0093527A" w:rsidR="00680A1C" w:rsidTr="00B22B2D" w14:paraId="229C38B9" w14:textId="77777777">
        <w:trPr>
          <w:trHeight w:val="439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Pr="0093527A" w:rsidR="00680A1C" w:rsidP="0093527A" w:rsidRDefault="00680A1C" w14:paraId="229C38B8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Employment, education and training</w:t>
            </w:r>
          </w:p>
        </w:tc>
      </w:tr>
      <w:tr w:rsidRPr="0093527A" w:rsidR="00680A1C" w:rsidTr="00B22B2D" w14:paraId="229C38BE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680A1C" w:rsidP="0093527A" w:rsidRDefault="00680A1C" w14:paraId="229C38BA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352" w:type="dxa"/>
            <w:shd w:val="clear" w:color="auto" w:fill="D9D9D9" w:themeFill="background1" w:themeFillShade="D9"/>
          </w:tcPr>
          <w:p w:rsidRPr="0093527A" w:rsidR="00680A1C" w:rsidP="0093527A" w:rsidRDefault="00680A1C" w14:paraId="229C38BB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Organisation/role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Pr="0093527A" w:rsidR="00680A1C" w:rsidP="0093527A" w:rsidRDefault="00680A1C" w14:paraId="229C38BC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Contact details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Pr="0093527A" w:rsidR="00680A1C" w:rsidP="0093527A" w:rsidRDefault="00680A1C" w14:paraId="229C38BD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</w:tr>
      <w:tr w:rsidRPr="0093527A" w:rsidR="00680A1C" w:rsidTr="00B22B2D" w14:paraId="229C38C3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680A1C" w:rsidP="0093527A" w:rsidRDefault="00680A1C" w14:paraId="229C38BF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Short term</w:t>
            </w:r>
          </w:p>
        </w:tc>
        <w:tc>
          <w:tcPr>
            <w:tcW w:w="3352" w:type="dxa"/>
          </w:tcPr>
          <w:p w:rsidRPr="0093527A" w:rsidR="00680A1C" w:rsidP="0093527A" w:rsidRDefault="00680A1C" w14:paraId="229C38C0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544" w:type="dxa"/>
          </w:tcPr>
          <w:p w:rsidRPr="0093527A" w:rsidR="00680A1C" w:rsidP="0093527A" w:rsidRDefault="00680A1C" w14:paraId="229C38C1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528" w:type="dxa"/>
          </w:tcPr>
          <w:p w:rsidRPr="0093527A" w:rsidR="00680A1C" w:rsidP="0093527A" w:rsidRDefault="00680A1C" w14:paraId="229C38C2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93527A" w:rsidR="00680A1C" w:rsidTr="00B22B2D" w14:paraId="229C38C8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680A1C" w:rsidP="0093527A" w:rsidRDefault="00680A1C" w14:paraId="229C38C4" w14:textId="77777777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Medium term</w:t>
            </w:r>
          </w:p>
        </w:tc>
        <w:tc>
          <w:tcPr>
            <w:tcW w:w="3352" w:type="dxa"/>
          </w:tcPr>
          <w:p w:rsidRPr="0093527A" w:rsidR="00680A1C" w:rsidP="0093527A" w:rsidRDefault="00680A1C" w14:paraId="229C38C5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544" w:type="dxa"/>
          </w:tcPr>
          <w:p w:rsidRPr="0093527A" w:rsidR="00680A1C" w:rsidP="0093527A" w:rsidRDefault="00680A1C" w14:paraId="229C38C6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528" w:type="dxa"/>
          </w:tcPr>
          <w:p w:rsidRPr="0093527A" w:rsidR="00680A1C" w:rsidP="0093527A" w:rsidRDefault="00680A1C" w14:paraId="229C38C7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93527A" w:rsidR="00680A1C" w:rsidTr="00B22B2D" w14:paraId="229C38CD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680A1C" w:rsidP="0093527A" w:rsidRDefault="00680A1C" w14:paraId="229C38C9" w14:textId="77777777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Long term</w:t>
            </w:r>
          </w:p>
        </w:tc>
        <w:tc>
          <w:tcPr>
            <w:tcW w:w="3352" w:type="dxa"/>
          </w:tcPr>
          <w:p w:rsidRPr="0093527A" w:rsidR="00680A1C" w:rsidP="0093527A" w:rsidRDefault="00680A1C" w14:paraId="229C38CA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544" w:type="dxa"/>
          </w:tcPr>
          <w:p w:rsidRPr="0093527A" w:rsidR="00680A1C" w:rsidP="0093527A" w:rsidRDefault="00680A1C" w14:paraId="229C38CB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528" w:type="dxa"/>
          </w:tcPr>
          <w:p w:rsidRPr="0093527A" w:rsidR="00680A1C" w:rsidP="0093527A" w:rsidRDefault="00680A1C" w14:paraId="229C38CC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="00680A1C" w:rsidP="0093527A" w:rsidRDefault="00680A1C" w14:paraId="229C38CE" w14:textId="145C2116">
      <w:pPr>
        <w:jc w:val="left"/>
        <w:rPr>
          <w:rFonts w:ascii="Segoe UI" w:hAnsi="Segoe UI" w:cs="Segoe UI"/>
          <w:sz w:val="22"/>
          <w:szCs w:val="22"/>
        </w:rPr>
      </w:pPr>
    </w:p>
    <w:p w:rsidR="0050057A" w:rsidP="0093527A" w:rsidRDefault="0050057A" w14:paraId="19F320E7" w14:textId="77777777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35"/>
        <w:gridCol w:w="3352"/>
        <w:gridCol w:w="3544"/>
        <w:gridCol w:w="5528"/>
      </w:tblGrid>
      <w:tr w:rsidRPr="0093527A" w:rsidR="00022D26" w:rsidTr="00821632" w14:paraId="229C38D0" w14:textId="77777777">
        <w:trPr>
          <w:trHeight w:val="439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Pr="0093527A" w:rsidR="00022D26" w:rsidP="0093527A" w:rsidRDefault="00022D26" w14:paraId="229C38CF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Outstanding legal issues</w:t>
            </w:r>
          </w:p>
        </w:tc>
      </w:tr>
      <w:tr w:rsidRPr="0093527A" w:rsidR="00022D26" w:rsidTr="00821632" w14:paraId="229C38D5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022D26" w:rsidP="0093527A" w:rsidRDefault="00022D26" w14:paraId="229C38D1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352" w:type="dxa"/>
            <w:shd w:val="clear" w:color="auto" w:fill="D9D9D9" w:themeFill="background1" w:themeFillShade="D9"/>
          </w:tcPr>
          <w:p w:rsidRPr="0093527A" w:rsidR="00022D26" w:rsidP="0093527A" w:rsidRDefault="00022D26" w14:paraId="229C38D2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Organisation/role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Pr="0093527A" w:rsidR="00022D26" w:rsidP="0093527A" w:rsidRDefault="00022D26" w14:paraId="229C38D3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Contact details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Pr="0093527A" w:rsidR="00022D26" w:rsidP="0093527A" w:rsidRDefault="00022D26" w14:paraId="229C38D4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</w:tr>
      <w:tr w:rsidRPr="0093527A" w:rsidR="00022D26" w:rsidTr="00821632" w14:paraId="229C38DA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022D26" w:rsidP="0093527A" w:rsidRDefault="00022D26" w14:paraId="229C38D6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Short term</w:t>
            </w:r>
          </w:p>
        </w:tc>
        <w:tc>
          <w:tcPr>
            <w:tcW w:w="3352" w:type="dxa"/>
          </w:tcPr>
          <w:p w:rsidRPr="0093527A" w:rsidR="00022D26" w:rsidP="0093527A" w:rsidRDefault="00022D26" w14:paraId="229C38D7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544" w:type="dxa"/>
          </w:tcPr>
          <w:p w:rsidRPr="0093527A" w:rsidR="00022D26" w:rsidP="0093527A" w:rsidRDefault="00022D26" w14:paraId="229C38D8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528" w:type="dxa"/>
          </w:tcPr>
          <w:p w:rsidRPr="0093527A" w:rsidR="00022D26" w:rsidP="0093527A" w:rsidRDefault="00022D26" w14:paraId="229C38D9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93527A" w:rsidR="00022D26" w:rsidTr="00821632" w14:paraId="229C38DF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022D26" w:rsidP="0093527A" w:rsidRDefault="00022D26" w14:paraId="229C38DB" w14:textId="77777777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Medium term</w:t>
            </w:r>
          </w:p>
        </w:tc>
        <w:tc>
          <w:tcPr>
            <w:tcW w:w="3352" w:type="dxa"/>
          </w:tcPr>
          <w:p w:rsidRPr="0093527A" w:rsidR="00022D26" w:rsidP="0093527A" w:rsidRDefault="00022D26" w14:paraId="229C38DC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544" w:type="dxa"/>
          </w:tcPr>
          <w:p w:rsidRPr="0093527A" w:rsidR="00022D26" w:rsidP="0093527A" w:rsidRDefault="00022D26" w14:paraId="229C38DD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528" w:type="dxa"/>
          </w:tcPr>
          <w:p w:rsidRPr="0093527A" w:rsidR="00022D26" w:rsidP="0093527A" w:rsidRDefault="00022D26" w14:paraId="229C38DE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93527A" w:rsidR="00022D26" w:rsidTr="00821632" w14:paraId="229C38E4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022D26" w:rsidP="0093527A" w:rsidRDefault="00022D26" w14:paraId="229C38E0" w14:textId="77777777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Long term</w:t>
            </w:r>
          </w:p>
        </w:tc>
        <w:tc>
          <w:tcPr>
            <w:tcW w:w="3352" w:type="dxa"/>
          </w:tcPr>
          <w:p w:rsidRPr="0093527A" w:rsidR="00022D26" w:rsidP="0093527A" w:rsidRDefault="00022D26" w14:paraId="229C38E1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544" w:type="dxa"/>
          </w:tcPr>
          <w:p w:rsidRPr="0093527A" w:rsidR="00022D26" w:rsidP="0093527A" w:rsidRDefault="00022D26" w14:paraId="229C38E2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528" w:type="dxa"/>
          </w:tcPr>
          <w:p w:rsidRPr="0093527A" w:rsidR="00022D26" w:rsidP="0093527A" w:rsidRDefault="00022D26" w14:paraId="229C38E3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Pr="0093527A" w:rsidR="00022D26" w:rsidP="0093527A" w:rsidRDefault="00022D26" w14:paraId="229C38E5" w14:textId="77777777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35"/>
        <w:gridCol w:w="3352"/>
        <w:gridCol w:w="3544"/>
        <w:gridCol w:w="5528"/>
      </w:tblGrid>
      <w:tr w:rsidRPr="0093527A" w:rsidR="00E63C91" w:rsidTr="00B22B2D" w14:paraId="229C38E7" w14:textId="77777777">
        <w:trPr>
          <w:trHeight w:val="439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Pr="0093527A" w:rsidR="00E63C91" w:rsidP="0093527A" w:rsidRDefault="00E63C91" w14:paraId="229C38E6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 xml:space="preserve">Significant </w:t>
            </w:r>
            <w:r w:rsidRPr="0093527A" w:rsidR="00B22B2D">
              <w:rPr>
                <w:rFonts w:ascii="Segoe UI" w:hAnsi="Segoe UI" w:cs="Segoe UI"/>
                <w:b/>
                <w:sz w:val="22"/>
                <w:szCs w:val="22"/>
              </w:rPr>
              <w:t>relationships</w:t>
            </w:r>
          </w:p>
        </w:tc>
      </w:tr>
      <w:tr w:rsidRPr="0093527A" w:rsidR="00E63C91" w:rsidTr="007322C2" w14:paraId="229C38EC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E63C91" w:rsidP="0093527A" w:rsidRDefault="00E63C91" w14:paraId="229C38E8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352" w:type="dxa"/>
            <w:shd w:val="clear" w:color="auto" w:fill="D9D9D9" w:themeFill="background1" w:themeFillShade="D9"/>
          </w:tcPr>
          <w:p w:rsidRPr="0093527A" w:rsidR="00E63C91" w:rsidP="0093527A" w:rsidRDefault="00E63C91" w14:paraId="229C38E9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Organisation/role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Pr="0093527A" w:rsidR="00E63C91" w:rsidP="0093527A" w:rsidRDefault="00E63C91" w14:paraId="229C38EA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Contact details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Pr="0093527A" w:rsidR="00E63C91" w:rsidP="0093527A" w:rsidRDefault="00E63C91" w14:paraId="229C38EB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</w:tr>
      <w:tr w:rsidRPr="0093527A" w:rsidR="00E63C91" w:rsidTr="007322C2" w14:paraId="229C38F1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E63C91" w:rsidP="0093527A" w:rsidRDefault="00E63C91" w14:paraId="229C38ED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Short term</w:t>
            </w:r>
          </w:p>
        </w:tc>
        <w:tc>
          <w:tcPr>
            <w:tcW w:w="3352" w:type="dxa"/>
          </w:tcPr>
          <w:p w:rsidRPr="0093527A" w:rsidR="00E63C91" w:rsidP="0093527A" w:rsidRDefault="00E63C91" w14:paraId="229C38EE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544" w:type="dxa"/>
          </w:tcPr>
          <w:p w:rsidRPr="0093527A" w:rsidR="00E63C91" w:rsidP="0093527A" w:rsidRDefault="00E63C91" w14:paraId="229C38EF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528" w:type="dxa"/>
          </w:tcPr>
          <w:p w:rsidRPr="0093527A" w:rsidR="00E63C91" w:rsidP="0093527A" w:rsidRDefault="00E63C91" w14:paraId="229C38F0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93527A" w:rsidR="00E63C91" w:rsidTr="007322C2" w14:paraId="229C38F6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E63C91" w:rsidP="0093527A" w:rsidRDefault="00E63C91" w14:paraId="229C38F2" w14:textId="77777777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Medium term</w:t>
            </w:r>
          </w:p>
        </w:tc>
        <w:tc>
          <w:tcPr>
            <w:tcW w:w="3352" w:type="dxa"/>
          </w:tcPr>
          <w:p w:rsidRPr="0093527A" w:rsidR="00E63C91" w:rsidP="0093527A" w:rsidRDefault="00E63C91" w14:paraId="229C38F3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544" w:type="dxa"/>
          </w:tcPr>
          <w:p w:rsidRPr="0093527A" w:rsidR="00E63C91" w:rsidP="0093527A" w:rsidRDefault="00E63C91" w14:paraId="229C38F4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528" w:type="dxa"/>
          </w:tcPr>
          <w:p w:rsidRPr="0093527A" w:rsidR="00E63C91" w:rsidP="0093527A" w:rsidRDefault="00E63C91" w14:paraId="229C38F5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93527A" w:rsidR="00E63C91" w:rsidTr="007322C2" w14:paraId="229C38FB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E63C91" w:rsidP="0093527A" w:rsidRDefault="00E63C91" w14:paraId="229C38F7" w14:textId="77777777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Long term</w:t>
            </w:r>
          </w:p>
        </w:tc>
        <w:tc>
          <w:tcPr>
            <w:tcW w:w="3352" w:type="dxa"/>
          </w:tcPr>
          <w:p w:rsidRPr="0093527A" w:rsidR="00E63C91" w:rsidP="0093527A" w:rsidRDefault="00E63C91" w14:paraId="229C38F8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544" w:type="dxa"/>
          </w:tcPr>
          <w:p w:rsidRPr="0093527A" w:rsidR="00E63C91" w:rsidP="0093527A" w:rsidRDefault="00E63C91" w14:paraId="229C38F9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528" w:type="dxa"/>
          </w:tcPr>
          <w:p w:rsidRPr="0093527A" w:rsidR="00E63C91" w:rsidP="0093527A" w:rsidRDefault="00E63C91" w14:paraId="229C38FA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Pr="0093527A" w:rsidR="00845AB9" w:rsidP="0093527A" w:rsidRDefault="00845AB9" w14:paraId="229C38FC" w14:textId="77777777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35"/>
        <w:gridCol w:w="3352"/>
        <w:gridCol w:w="3544"/>
        <w:gridCol w:w="5528"/>
      </w:tblGrid>
      <w:tr w:rsidRPr="0093527A" w:rsidR="00B358D3" w:rsidTr="00821632" w14:paraId="229C38FE" w14:textId="77777777">
        <w:trPr>
          <w:trHeight w:val="439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Pr="0093527A" w:rsidR="00B358D3" w:rsidP="0093527A" w:rsidRDefault="00B358D3" w14:paraId="229C38FD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Other organisations support</w:t>
            </w:r>
          </w:p>
        </w:tc>
      </w:tr>
      <w:tr w:rsidRPr="0093527A" w:rsidR="00B358D3" w:rsidTr="00022D26" w14:paraId="229C3903" w14:textId="77777777">
        <w:trPr>
          <w:trHeight w:val="398"/>
        </w:trPr>
        <w:tc>
          <w:tcPr>
            <w:tcW w:w="2035" w:type="dxa"/>
            <w:shd w:val="clear" w:color="auto" w:fill="D9D9D9" w:themeFill="background1" w:themeFillShade="D9"/>
          </w:tcPr>
          <w:p w:rsidRPr="0093527A" w:rsidR="00B358D3" w:rsidP="0093527A" w:rsidRDefault="00B358D3" w14:paraId="229C38FF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Organisation name</w:t>
            </w:r>
          </w:p>
        </w:tc>
        <w:tc>
          <w:tcPr>
            <w:tcW w:w="3352" w:type="dxa"/>
            <w:shd w:val="clear" w:color="auto" w:fill="D9D9D9" w:themeFill="background1" w:themeFillShade="D9"/>
          </w:tcPr>
          <w:p w:rsidRPr="0093527A" w:rsidR="00B358D3" w:rsidP="0093527A" w:rsidRDefault="00B358D3" w14:paraId="229C3900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role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Pr="0093527A" w:rsidR="00B358D3" w:rsidP="0093527A" w:rsidRDefault="00B358D3" w14:paraId="229C3901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Contact details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Pr="0093527A" w:rsidR="00B358D3" w:rsidP="0093527A" w:rsidRDefault="00B358D3" w14:paraId="229C3902" w14:textId="77777777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93527A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</w:tr>
      <w:tr w:rsidRPr="0093527A" w:rsidR="00B358D3" w:rsidTr="00821632" w14:paraId="229C3908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B358D3" w:rsidP="0093527A" w:rsidRDefault="00B358D3" w14:paraId="229C3904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352" w:type="dxa"/>
          </w:tcPr>
          <w:p w:rsidRPr="0093527A" w:rsidR="00B358D3" w:rsidP="0093527A" w:rsidRDefault="00B358D3" w14:paraId="229C3905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544" w:type="dxa"/>
          </w:tcPr>
          <w:p w:rsidRPr="0093527A" w:rsidR="00B358D3" w:rsidP="0093527A" w:rsidRDefault="00B358D3" w14:paraId="229C3906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528" w:type="dxa"/>
          </w:tcPr>
          <w:p w:rsidRPr="0093527A" w:rsidR="00B358D3" w:rsidP="0093527A" w:rsidRDefault="00B358D3" w14:paraId="229C3907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93527A" w:rsidR="00B358D3" w:rsidTr="00821632" w14:paraId="229C390D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B358D3" w:rsidP="0093527A" w:rsidRDefault="00B358D3" w14:paraId="229C3909" w14:textId="77777777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352" w:type="dxa"/>
          </w:tcPr>
          <w:p w:rsidRPr="0093527A" w:rsidR="00B358D3" w:rsidP="0093527A" w:rsidRDefault="00B358D3" w14:paraId="229C390A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544" w:type="dxa"/>
          </w:tcPr>
          <w:p w:rsidRPr="0093527A" w:rsidR="00B358D3" w:rsidP="0093527A" w:rsidRDefault="00B358D3" w14:paraId="229C390B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528" w:type="dxa"/>
          </w:tcPr>
          <w:p w:rsidRPr="0093527A" w:rsidR="00B358D3" w:rsidP="0093527A" w:rsidRDefault="00B358D3" w14:paraId="229C390C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Pr="0093527A" w:rsidR="00B358D3" w:rsidTr="00821632" w14:paraId="229C3912" w14:textId="77777777">
        <w:tc>
          <w:tcPr>
            <w:tcW w:w="2035" w:type="dxa"/>
            <w:shd w:val="clear" w:color="auto" w:fill="D9D9D9" w:themeFill="background1" w:themeFillShade="D9"/>
          </w:tcPr>
          <w:p w:rsidRPr="0093527A" w:rsidR="00B358D3" w:rsidP="0093527A" w:rsidRDefault="00B358D3" w14:paraId="229C390E" w14:textId="77777777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352" w:type="dxa"/>
          </w:tcPr>
          <w:p w:rsidRPr="0093527A" w:rsidR="00B358D3" w:rsidP="0093527A" w:rsidRDefault="00B358D3" w14:paraId="229C390F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544" w:type="dxa"/>
          </w:tcPr>
          <w:p w:rsidRPr="0093527A" w:rsidR="00B358D3" w:rsidP="0093527A" w:rsidRDefault="00B358D3" w14:paraId="229C3910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528" w:type="dxa"/>
          </w:tcPr>
          <w:p w:rsidRPr="0093527A" w:rsidR="00B358D3" w:rsidP="0093527A" w:rsidRDefault="00B358D3" w14:paraId="229C3911" w14:textId="77777777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Pr="0093527A" w:rsidR="00AF1AFF" w:rsidP="0093527A" w:rsidRDefault="00AF1AFF" w14:paraId="229C3913" w14:textId="77777777">
      <w:pPr>
        <w:tabs>
          <w:tab w:val="left" w:pos="2086"/>
        </w:tabs>
        <w:jc w:val="left"/>
        <w:rPr>
          <w:rFonts w:ascii="Segoe UI" w:hAnsi="Segoe UI" w:cs="Segoe UI"/>
          <w:sz w:val="22"/>
          <w:szCs w:val="22"/>
        </w:rPr>
      </w:pPr>
    </w:p>
    <w:sectPr w:rsidRPr="0093527A" w:rsidR="00AF1AFF" w:rsidSect="0050057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20" w:h="11900" w:orient="landscape"/>
      <w:pgMar w:top="1276" w:right="1134" w:bottom="0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14F44" w:rsidP="00F90996" w:rsidRDefault="00714F44" w14:paraId="643E8D5C" w14:textId="77777777">
      <w:r>
        <w:separator/>
      </w:r>
    </w:p>
  </w:endnote>
  <w:endnote w:type="continuationSeparator" w:id="0">
    <w:p w:rsidR="00714F44" w:rsidP="00F90996" w:rsidRDefault="00714F44" w14:paraId="03252EB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322C2" w:rsidRDefault="007322C2" w14:paraId="229C391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6262A" w:rsidR="009D185F" w:rsidP="4622A249" w:rsidRDefault="001F6BBC" w14:paraId="229C391B" w14:textId="373DF388">
    <w:pPr>
      <w:pStyle w:val="Footer"/>
      <w:rPr>
        <w:rFonts w:ascii="Segoe UI" w:hAnsi="Segoe UI" w:eastAsia="Segoe UI" w:cs="Segoe UI"/>
      </w:rPr>
    </w:pPr>
    <w:r w:rsidRPr="4622A249" w:rsidR="4622A249">
      <w:rPr>
        <w:rFonts w:ascii="Segoe UI" w:hAnsi="Segoe UI" w:eastAsia="Segoe UI" w:cs="Segoe UI"/>
      </w:rPr>
      <w:t>C</w:t>
    </w:r>
    <w:r w:rsidRPr="4622A249" w:rsidR="4622A249">
      <w:rPr>
        <w:rFonts w:ascii="Segoe UI" w:hAnsi="Segoe UI" w:eastAsia="Segoe UI" w:cs="Segoe UI"/>
      </w:rPr>
      <w:t xml:space="preserve">ase </w:t>
    </w:r>
    <w:r w:rsidRPr="4622A249" w:rsidR="4622A249">
      <w:rPr>
        <w:rFonts w:ascii="Segoe UI" w:hAnsi="Segoe UI" w:eastAsia="Segoe UI" w:cs="Segoe UI"/>
      </w:rPr>
      <w:t>m</w:t>
    </w:r>
    <w:r w:rsidRPr="4622A249" w:rsidR="4622A249">
      <w:rPr>
        <w:rFonts w:ascii="Segoe UI" w:hAnsi="Segoe UI" w:eastAsia="Segoe UI" w:cs="Segoe UI"/>
      </w:rPr>
      <w:t>anagement</w:t>
    </w:r>
    <w:r w:rsidRPr="4622A249" w:rsidR="4622A249">
      <w:rPr>
        <w:rFonts w:ascii="Segoe UI" w:hAnsi="Segoe UI" w:eastAsia="Segoe UI" w:cs="Segoe UI"/>
      </w:rPr>
      <w:t xml:space="preserve"> plan</w:t>
    </w:r>
    <w:sdt>
      <w:sdtPr>
        <w:id w:val="1428623175"/>
        <w:docPartObj>
          <w:docPartGallery w:val="Page Numbers (Top of Page)"/>
          <w:docPartUnique/>
        </w:docPartObj>
        <w:rPr>
          <w:rFonts w:ascii="Segoe UI" w:hAnsi="Segoe UI" w:eastAsia="Segoe UI" w:cs="Segoe UI"/>
        </w:rPr>
      </w:sdtPr>
      <w:sdtContent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4622A249" w:rsidR="4622A249">
          <w:rPr>
            <w:rFonts w:ascii="Segoe UI" w:hAnsi="Segoe UI" w:eastAsia="Segoe UI" w:cs="Segoe UI"/>
          </w:rPr>
          <w:t xml:space="preserve">        </w:t>
        </w:r>
        <w:r w:rsidRPr="4622A249" w:rsidR="4622A249">
          <w:rPr>
            <w:rFonts w:ascii="Segoe UI" w:hAnsi="Segoe UI" w:eastAsia="Segoe UI" w:cs="Segoe UI"/>
          </w:rPr>
          <w:t xml:space="preserve">Page </w:t>
        </w:r>
        <w:r w:rsidRPr="4622A249">
          <w:rPr>
            <w:rFonts w:ascii="Segoe UI" w:hAnsi="Segoe UI" w:eastAsia="Segoe UI" w:cs="Segoe UI"/>
            <w:noProof/>
          </w:rPr>
          <w:fldChar w:fldCharType="begin"/>
        </w:r>
        <w:r>
          <w:instrText xml:space="preserve"> PAGE </w:instrText>
        </w:r>
        <w:r>
          <w:fldChar w:fldCharType="separate"/>
        </w:r>
        <w:r w:rsidRPr="4622A249" w:rsidR="4622A249">
          <w:rPr>
            <w:rFonts w:ascii="Segoe UI" w:hAnsi="Segoe UI" w:eastAsia="Segoe UI" w:cs="Segoe UI"/>
            <w:noProof/>
          </w:rPr>
          <w:t>2</w:t>
        </w:r>
        <w:r w:rsidRPr="4622A249">
          <w:rPr>
            <w:rFonts w:ascii="Segoe UI" w:hAnsi="Segoe UI" w:eastAsia="Segoe UI" w:cs="Segoe UI"/>
            <w:noProof/>
          </w:rPr>
          <w:fldChar w:fldCharType="end"/>
        </w:r>
        <w:r w:rsidRPr="4622A249" w:rsidR="4622A249">
          <w:rPr>
            <w:rFonts w:ascii="Segoe UI" w:hAnsi="Segoe UI" w:eastAsia="Segoe UI" w:cs="Segoe UI"/>
          </w:rPr>
          <w:t xml:space="preserve"> of </w:t>
        </w:r>
        <w:r w:rsidRPr="4622A249">
          <w:rPr>
            <w:rFonts w:ascii="Segoe UI" w:hAnsi="Segoe UI" w:eastAsia="Segoe UI" w:cs="Segoe UI"/>
            <w:noProof/>
          </w:rPr>
          <w:fldChar w:fldCharType="begin"/>
        </w:r>
        <w:r>
          <w:instrText xml:space="preserve"> NUMPAGES  </w:instrText>
        </w:r>
        <w:r>
          <w:fldChar w:fldCharType="separate"/>
        </w:r>
        <w:r w:rsidRPr="4622A249" w:rsidR="4622A249">
          <w:rPr>
            <w:rFonts w:ascii="Segoe UI" w:hAnsi="Segoe UI" w:eastAsia="Segoe UI" w:cs="Segoe UI"/>
            <w:noProof/>
          </w:rPr>
          <w:t>3</w:t>
        </w:r>
        <w:r w:rsidRPr="4622A249">
          <w:rPr>
            <w:rFonts w:ascii="Segoe UI" w:hAnsi="Segoe UI" w:eastAsia="Segoe UI" w:cs="Segoe UI"/>
            <w:noProof/>
          </w:rPr>
          <w:fldChar w:fldCharType="end"/>
        </w:r>
      </w:sdtContent>
    </w:sdt>
  </w:p>
  <w:p w:rsidR="009D185F" w:rsidP="4622A249" w:rsidRDefault="009D185F" w14:paraId="229C391C" w14:textId="77777777" w14:noSpellErr="1">
    <w:pPr>
      <w:pStyle w:val="Footer"/>
      <w:rPr>
        <w:rFonts w:ascii="Segoe UI" w:hAnsi="Segoe UI" w:eastAsia="Segoe UI" w:cs="Segoe U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322C2" w:rsidRDefault="007322C2" w14:paraId="229C391E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14F44" w:rsidP="00F90996" w:rsidRDefault="00714F44" w14:paraId="2DE288EF" w14:textId="77777777">
      <w:r>
        <w:separator/>
      </w:r>
    </w:p>
  </w:footnote>
  <w:footnote w:type="continuationSeparator" w:id="0">
    <w:p w:rsidR="00714F44" w:rsidP="00F90996" w:rsidRDefault="00714F44" w14:paraId="71B0FCC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322C2" w:rsidRDefault="007322C2" w14:paraId="229C391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322C2" w:rsidRDefault="007322C2" w14:paraId="229C391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322C2" w:rsidRDefault="007322C2" w14:paraId="229C391D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hint="default" w:ascii="Courier New" w:hAnsi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504173296">
    <w:abstractNumId w:val="2"/>
  </w:num>
  <w:num w:numId="2" w16cid:durableId="1019234825">
    <w:abstractNumId w:val="0"/>
  </w:num>
  <w:num w:numId="3" w16cid:durableId="1788356534">
    <w:abstractNumId w:val="1"/>
  </w:num>
  <w:numIdMacAtCleanup w:val="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10"/>
  <w:embedSystemFonts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22D26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A1796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C4ECA"/>
    <w:rsid w:val="002D06D4"/>
    <w:rsid w:val="002F0C46"/>
    <w:rsid w:val="002F3776"/>
    <w:rsid w:val="0031459C"/>
    <w:rsid w:val="003212D3"/>
    <w:rsid w:val="0032737D"/>
    <w:rsid w:val="00327813"/>
    <w:rsid w:val="00345FF0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D1708"/>
    <w:rsid w:val="003E3A7F"/>
    <w:rsid w:val="003F13DB"/>
    <w:rsid w:val="00402EE6"/>
    <w:rsid w:val="00407BFA"/>
    <w:rsid w:val="00422F34"/>
    <w:rsid w:val="00426701"/>
    <w:rsid w:val="004307D7"/>
    <w:rsid w:val="00446173"/>
    <w:rsid w:val="0045115E"/>
    <w:rsid w:val="00460693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0057A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20D5"/>
    <w:rsid w:val="0062471B"/>
    <w:rsid w:val="006322A4"/>
    <w:rsid w:val="00632E76"/>
    <w:rsid w:val="0065076D"/>
    <w:rsid w:val="00660B59"/>
    <w:rsid w:val="00670CC7"/>
    <w:rsid w:val="0067305B"/>
    <w:rsid w:val="00680A1C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4F44"/>
    <w:rsid w:val="00716668"/>
    <w:rsid w:val="007316E7"/>
    <w:rsid w:val="007322C2"/>
    <w:rsid w:val="007323C8"/>
    <w:rsid w:val="0073578B"/>
    <w:rsid w:val="00754ECA"/>
    <w:rsid w:val="00756BFD"/>
    <w:rsid w:val="0075718E"/>
    <w:rsid w:val="00782D00"/>
    <w:rsid w:val="00785E47"/>
    <w:rsid w:val="007C694A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62FEE"/>
    <w:rsid w:val="0088128C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3527A"/>
    <w:rsid w:val="009447BE"/>
    <w:rsid w:val="00957124"/>
    <w:rsid w:val="009716A4"/>
    <w:rsid w:val="009924BD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B0568A"/>
    <w:rsid w:val="00B05A85"/>
    <w:rsid w:val="00B13810"/>
    <w:rsid w:val="00B22B2D"/>
    <w:rsid w:val="00B23E9B"/>
    <w:rsid w:val="00B25012"/>
    <w:rsid w:val="00B3070A"/>
    <w:rsid w:val="00B358D3"/>
    <w:rsid w:val="00B43DEB"/>
    <w:rsid w:val="00B46344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12769"/>
    <w:rsid w:val="00C21E3F"/>
    <w:rsid w:val="00C2316E"/>
    <w:rsid w:val="00C40780"/>
    <w:rsid w:val="00C541A5"/>
    <w:rsid w:val="00C568DE"/>
    <w:rsid w:val="00C838A3"/>
    <w:rsid w:val="00C91CBC"/>
    <w:rsid w:val="00CA6676"/>
    <w:rsid w:val="00CB16AB"/>
    <w:rsid w:val="00CD5398"/>
    <w:rsid w:val="00CE0127"/>
    <w:rsid w:val="00CE08AA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635E8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F5ABE"/>
    <w:rsid w:val="00E04BC7"/>
    <w:rsid w:val="00E108D8"/>
    <w:rsid w:val="00E118D0"/>
    <w:rsid w:val="00E16E9A"/>
    <w:rsid w:val="00E25030"/>
    <w:rsid w:val="00E311A9"/>
    <w:rsid w:val="00E31E87"/>
    <w:rsid w:val="00E33E97"/>
    <w:rsid w:val="00E4226F"/>
    <w:rsid w:val="00E63C91"/>
    <w:rsid w:val="00E65F8D"/>
    <w:rsid w:val="00E74A81"/>
    <w:rsid w:val="00E935FB"/>
    <w:rsid w:val="00EC514B"/>
    <w:rsid w:val="00ED01DB"/>
    <w:rsid w:val="00ED6F65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84259"/>
    <w:rsid w:val="00F90996"/>
    <w:rsid w:val="00F90F95"/>
    <w:rsid w:val="00F91BFD"/>
    <w:rsid w:val="00FA5FCE"/>
    <w:rsid w:val="00FB0E2D"/>
    <w:rsid w:val="00FB1A34"/>
    <w:rsid w:val="00FD1BC4"/>
    <w:rsid w:val="00FF03CA"/>
    <w:rsid w:val="00FF2C12"/>
    <w:rsid w:val="4622A24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29C3851"/>
  <w15:docId w15:val="{E5CD94FE-D6F5-4841-BE74-0AA5744646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aliases w:val="Normal_Toolkit"/>
    <w:qFormat/>
    <w:rsid w:val="00A7507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color="auto" w:sz="4" w:space="1"/>
      </w:pBdr>
      <w:tabs>
        <w:tab w:val="center" w:pos="4320"/>
        <w:tab w:val="right" w:pos="8640"/>
      </w:tabs>
    </w:pPr>
    <w:rPr>
      <w:sz w:val="20"/>
    </w:rPr>
  </w:style>
  <w:style w:type="character" w:styleId="FooterChar" w:customStyle="1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styleId="Heading1Char" w:customStyle="1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hAnsi="Arial Narrow" w:eastAsiaTheme="majorEastAsia" w:cstheme="majorBidi"/>
      <w:b/>
      <w:bCs/>
      <w:caps/>
      <w:sz w:val="44"/>
      <w:shd w:val="clear" w:color="auto" w:fill="000000"/>
    </w:rPr>
  </w:style>
  <w:style w:type="character" w:styleId="Heading2Char" w:customStyle="1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hAnsi="Arial Narrow" w:eastAsiaTheme="majorEastAsia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hd w:val="clear" w:color="auto" w:fill="F3F3F3"/>
    </w:pPr>
    <w:rPr>
      <w:i/>
      <w:sz w:val="20"/>
    </w:rPr>
  </w:style>
  <w:style w:type="character" w:styleId="BodyText2Char" w:customStyle="1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styleId="Heading3Char" w:customStyle="1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hAnsi="Arial Narrow" w:eastAsiaTheme="majorEastAsia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pacing w:before="240" w:after="120" w:line="360" w:lineRule="auto"/>
      <w:jc w:val="center"/>
    </w:pPr>
    <w:rPr>
      <w:b/>
      <w:sz w:val="36"/>
    </w:rPr>
  </w:style>
  <w:style w:type="character" w:styleId="BodyTextChar" w:customStyle="1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styleId="Heading4Char" w:customStyle="1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hAnsi="Arial Narrow" w:eastAsiaTheme="majorEastAsia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4CB63B75-0FB0-4213-955D-01FCBE1803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720E48-8DE1-4D5F-95F6-D0946B294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9ADA4E-06E3-492E-B26E-CEA3071CE7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40D54C-3B0C-4972-A958-0CC4DDBD37A0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TEMPLATE POLICY1</ap:Template>
  <ap:Application>Microsoft Word for the web</ap:Application>
  <ap:DocSecurity>0</ap:DocSecurity>
  <ap:ScaleCrop>false</ap:ScaleCrop>
  <ap:Company>SCCA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Edith Olivares</dc:creator>
  <keywords/>
  <dc:description/>
  <lastModifiedBy>Majella Fernando</lastModifiedBy>
  <revision>19</revision>
  <dcterms:created xsi:type="dcterms:W3CDTF">2013-11-04T23:28:00.0000000Z</dcterms:created>
  <dcterms:modified xsi:type="dcterms:W3CDTF">2025-07-30T05:36:22.5612477Z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13726943-3677-4e34-9e5c-f30e4197e11b</vt:lpwstr>
  </property>
  <property fmtid="{D5CDD505-2E9C-101B-9397-08002B2CF9AE}" pid="4" name="MediaServiceImageTags">
    <vt:lpwstr/>
  </property>
</Properties>
</file>